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60"/>
        <w:gridCol w:w="1504"/>
        <w:gridCol w:w="1504"/>
        <w:gridCol w:w="1505"/>
      </w:tblGrid>
      <w:tr w:rsidR="008A213E" w:rsidRPr="008A213E" w:rsidTr="00CC0974">
        <w:trPr>
          <w:trHeight w:val="637"/>
        </w:trPr>
        <w:tc>
          <w:tcPr>
            <w:tcW w:w="6060" w:type="dxa"/>
            <w:vAlign w:val="center"/>
          </w:tcPr>
          <w:p w:rsidR="008A213E" w:rsidRPr="008A213E" w:rsidRDefault="008A213E" w:rsidP="008A213E">
            <w:r>
              <w:t>Aspect of Communication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  <w:r>
              <w:t xml:space="preserve">What you say 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  <w:r>
              <w:t>How you say it</w:t>
            </w: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  <w:r>
              <w:t>Body Language</w:t>
            </w:r>
          </w:p>
        </w:tc>
      </w:tr>
      <w:tr w:rsid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Default="008A213E" w:rsidP="008A213E">
            <w:r w:rsidRPr="008A213E">
              <w:t>Clearly describing what you did wrong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  <w:r w:rsidRPr="008A213E">
              <w:rPr>
                <w:sz w:val="48"/>
              </w:rPr>
              <w:sym w:font="Wingdings" w:char="F0FC"/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Dancing or moving around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Following your apology with a description of what other people also did wrong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Frowning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bookmarkStart w:id="0" w:name="_GoBack"/>
        <w:bookmarkEnd w:id="0"/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Giggling or laughing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Having headphones in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Kicking the floor with your feet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Looking angry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Looking away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Looking down at the floor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Looking the person in the eye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Mumbling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Shouting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Showing that you understand how you made the other person feel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Smiling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Speaking really quietly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Speaking so the person can hear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Standing too close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Standing too far away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  <w:tr w:rsidR="008A213E" w:rsidRPr="008A213E" w:rsidTr="00CC0974">
        <w:trPr>
          <w:trHeight w:val="705"/>
        </w:trPr>
        <w:tc>
          <w:tcPr>
            <w:tcW w:w="6060" w:type="dxa"/>
            <w:vAlign w:val="center"/>
          </w:tcPr>
          <w:p w:rsidR="008A213E" w:rsidRPr="008A213E" w:rsidRDefault="008A213E" w:rsidP="008A213E">
            <w:r w:rsidRPr="008A213E">
              <w:t>Standing up straight</w:t>
            </w: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4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  <w:tc>
          <w:tcPr>
            <w:tcW w:w="1505" w:type="dxa"/>
            <w:vAlign w:val="center"/>
          </w:tcPr>
          <w:p w:rsidR="008A213E" w:rsidRPr="008A213E" w:rsidRDefault="008A213E" w:rsidP="008A213E">
            <w:pPr>
              <w:jc w:val="center"/>
            </w:pPr>
          </w:p>
        </w:tc>
      </w:tr>
    </w:tbl>
    <w:p w:rsidR="008A213E" w:rsidRDefault="008A213E" w:rsidP="008A213E"/>
    <w:sectPr w:rsidR="008A213E" w:rsidSect="00CC0974">
      <w:pgSz w:w="11907" w:h="16839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13E"/>
    <w:rsid w:val="00267C19"/>
    <w:rsid w:val="00320E87"/>
    <w:rsid w:val="00403D12"/>
    <w:rsid w:val="004C595D"/>
    <w:rsid w:val="008A213E"/>
    <w:rsid w:val="00B25407"/>
    <w:rsid w:val="00CC0974"/>
    <w:rsid w:val="00DB6FDD"/>
    <w:rsid w:val="00EB5187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2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1463F169</Template>
  <TotalTime>14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dcterms:created xsi:type="dcterms:W3CDTF">2017-01-11T08:42:00Z</dcterms:created>
  <dcterms:modified xsi:type="dcterms:W3CDTF">2017-12-01T10:13:00Z</dcterms:modified>
</cp:coreProperties>
</file>